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77427">
      <w:pPr>
        <w:spacing w:before="101" w:line="227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spacing w:val="-6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>2</w:t>
      </w:r>
    </w:p>
    <w:p w14:paraId="678A034F">
      <w:pPr>
        <w:spacing w:line="181" w:lineRule="exact"/>
        <w:rPr>
          <w:rFonts w:ascii="Arial"/>
          <w:sz w:val="15"/>
        </w:rPr>
      </w:pPr>
    </w:p>
    <w:p w14:paraId="0A3EEB82">
      <w:pPr>
        <w:jc w:val="center"/>
        <w:rPr>
          <w:rFonts w:eastAsia="黑体"/>
          <w:spacing w:val="200"/>
          <w:sz w:val="36"/>
          <w:szCs w:val="36"/>
        </w:rPr>
      </w:pPr>
    </w:p>
    <w:p w14:paraId="1653A481">
      <w:pPr>
        <w:jc w:val="center"/>
        <w:rPr>
          <w:rFonts w:hint="eastAsia" w:ascii="方正小标宋简体" w:hAnsi="方正小标宋简体" w:eastAsia="方正小标宋简体" w:cs="方正小标宋简体"/>
          <w:spacing w:val="2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pacing w:val="200"/>
          <w:sz w:val="48"/>
          <w:szCs w:val="48"/>
        </w:rPr>
        <w:t>第十届</w:t>
      </w:r>
      <w:r>
        <w:rPr>
          <w:rFonts w:ascii="方正小标宋简体" w:hAnsi="方正小标宋简体" w:eastAsia="方正小标宋简体" w:cs="方正小标宋简体"/>
          <w:spacing w:val="200"/>
          <w:sz w:val="48"/>
          <w:szCs w:val="48"/>
        </w:rPr>
        <w:t>高等教育</w:t>
      </w:r>
      <w:r>
        <w:rPr>
          <w:rFonts w:hint="eastAsia" w:ascii="方正小标宋简体" w:hAnsi="方正小标宋简体" w:eastAsia="方正小标宋简体" w:cs="方正小标宋简体"/>
          <w:spacing w:val="200"/>
          <w:sz w:val="48"/>
          <w:szCs w:val="48"/>
        </w:rPr>
        <w:t>省级</w:t>
      </w:r>
    </w:p>
    <w:p w14:paraId="4AE9D033">
      <w:pPr>
        <w:jc w:val="center"/>
        <w:rPr>
          <w:rFonts w:hint="eastAsia" w:ascii="方正小标宋简体" w:hAnsi="方正小标宋简体" w:eastAsia="方正小标宋简体" w:cs="方正小标宋简体"/>
          <w:spacing w:val="20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spacing w:val="200"/>
          <w:sz w:val="48"/>
          <w:szCs w:val="48"/>
        </w:rPr>
        <w:t>教学成果奖</w:t>
      </w:r>
      <w:r>
        <w:rPr>
          <w:rFonts w:hint="eastAsia" w:ascii="方正小标宋简体" w:hAnsi="方正小标宋简体" w:eastAsia="方正小标宋简体" w:cs="方正小标宋简体"/>
          <w:spacing w:val="200"/>
          <w:sz w:val="48"/>
          <w:szCs w:val="48"/>
        </w:rPr>
        <w:t>申</w:t>
      </w:r>
      <w:r>
        <w:rPr>
          <w:rFonts w:ascii="方正小标宋简体" w:hAnsi="方正小标宋简体" w:eastAsia="方正小标宋简体" w:cs="方正小标宋简体"/>
          <w:spacing w:val="200"/>
          <w:sz w:val="48"/>
          <w:szCs w:val="48"/>
        </w:rPr>
        <w:t>报</w:t>
      </w:r>
      <w:r>
        <w:rPr>
          <w:rFonts w:hint="eastAsia" w:ascii="方正小标宋简体" w:hAnsi="方正小标宋简体" w:eastAsia="方正小标宋简体" w:cs="方正小标宋简体"/>
          <w:spacing w:val="200"/>
          <w:sz w:val="48"/>
          <w:szCs w:val="48"/>
        </w:rPr>
        <w:t>书</w:t>
      </w:r>
    </w:p>
    <w:p w14:paraId="67E1A374">
      <w:pPr>
        <w:rPr>
          <w:rFonts w:hint="eastAsia" w:ascii="楷体_GB2312" w:hAnsi="仿宋_GB2312" w:eastAsia="楷体_GB2312" w:cs="仿宋_GB2312"/>
          <w:sz w:val="28"/>
          <w:szCs w:val="28"/>
        </w:rPr>
      </w:pPr>
    </w:p>
    <w:p w14:paraId="7488B5B4">
      <w:pPr>
        <w:ind w:firstLine="107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成  果  名  称 </w:t>
      </w:r>
      <w:r>
        <w:rPr>
          <w:rFonts w:hint="eastAsia" w:ascii="仿宋" w:hAnsi="仿宋" w:eastAsia="仿宋"/>
          <w:spacing w:val="140"/>
          <w:sz w:val="30"/>
          <w:szCs w:val="30"/>
        </w:rPr>
        <w:t xml:space="preserve">  </w:t>
      </w:r>
    </w:p>
    <w:p w14:paraId="4E90A0C8">
      <w:pPr>
        <w:ind w:firstLine="107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</w:t>
      </w:r>
    </w:p>
    <w:p w14:paraId="15BD1715">
      <w:pPr>
        <w:ind w:firstLine="1077"/>
        <w:rPr>
          <w:rFonts w:hint="eastAsia" w:ascii="仿宋" w:hAnsi="仿宋" w:eastAsia="仿宋"/>
          <w:spacing w:val="68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成果完成人姓名  </w:t>
      </w:r>
    </w:p>
    <w:p w14:paraId="3CFD72B0">
      <w:pPr>
        <w:ind w:firstLine="1077"/>
        <w:rPr>
          <w:rFonts w:hint="eastAsia" w:ascii="仿宋" w:hAnsi="仿宋" w:eastAsia="仿宋"/>
          <w:spacing w:val="68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成果完成单位名称</w:t>
      </w:r>
    </w:p>
    <w:p w14:paraId="7F9827B4">
      <w:pPr>
        <w:ind w:firstLine="107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成 果 </w:t>
      </w:r>
      <w:r>
        <w:rPr>
          <w:rFonts w:hint="eastAsia" w:ascii="仿宋" w:hAnsi="仿宋" w:eastAsia="仿宋"/>
          <w:sz w:val="30"/>
          <w:szCs w:val="30"/>
          <w:lang w:eastAsia="zh-Hans"/>
        </w:rPr>
        <w:t>分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Hans"/>
        </w:rPr>
        <w:t>类</w:t>
      </w:r>
      <w:r>
        <w:rPr>
          <w:rFonts w:hint="eastAsia" w:ascii="仿宋" w:hAnsi="仿宋" w:eastAsia="仿宋"/>
          <w:sz w:val="30"/>
          <w:szCs w:val="30"/>
        </w:rPr>
        <w:t xml:space="preserve">                 □□</w:t>
      </w:r>
    </w:p>
    <w:p w14:paraId="3370B9CA">
      <w:pPr>
        <w:ind w:firstLine="107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成果所属学科（专业类）代码  □□□□</w:t>
      </w:r>
    </w:p>
    <w:p w14:paraId="23F10409">
      <w:pPr>
        <w:ind w:firstLine="107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类 别 代 码                 □□□</w:t>
      </w:r>
    </w:p>
    <w:p w14:paraId="4306EBC5">
      <w:pPr>
        <w:ind w:firstLine="107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推 荐 序 号                 □□□</w:t>
      </w:r>
    </w:p>
    <w:p w14:paraId="22EFE167">
      <w:pPr>
        <w:ind w:firstLine="107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成 果 网 址 </w:t>
      </w:r>
      <w:r>
        <w:rPr>
          <w:rFonts w:hint="eastAsia" w:ascii="仿宋" w:hAnsi="仿宋" w:eastAsia="仿宋"/>
          <w:spacing w:val="140"/>
          <w:sz w:val="30"/>
          <w:szCs w:val="30"/>
        </w:rPr>
        <w:t xml:space="preserve"> </w:t>
      </w:r>
    </w:p>
    <w:p w14:paraId="0A3D48BB">
      <w:pPr>
        <w:spacing w:before="156" w:beforeLines="50" w:after="156" w:afterLines="50"/>
        <w:ind w:firstLine="107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推荐单位名称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（盖章）</w:t>
      </w:r>
    </w:p>
    <w:p w14:paraId="795F0D5B">
      <w:pPr>
        <w:spacing w:before="156" w:beforeLines="50" w:after="156" w:afterLines="50"/>
        <w:ind w:firstLine="107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推 荐 时 间              年     月     日</w:t>
      </w:r>
    </w:p>
    <w:p w14:paraId="59903BF7">
      <w:pPr>
        <w:spacing w:before="156" w:beforeLines="50" w:after="156" w:afterLines="50"/>
        <w:ind w:firstLine="1077"/>
        <w:rPr>
          <w:rFonts w:ascii="仿宋" w:hAnsi="仿宋" w:eastAsia="仿宋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2041" w:right="1531" w:bottom="1984" w:left="1531" w:header="851" w:footer="1531" w:gutter="0"/>
          <w:cols w:space="0" w:num="1"/>
          <w:formProt w:val="0"/>
          <w:rtlGutter w:val="0"/>
          <w:docGrid w:type="linesAndChars" w:linePitch="312" w:charSpace="0"/>
        </w:sectPr>
      </w:pPr>
    </w:p>
    <w:p w14:paraId="72115859">
      <w:pPr>
        <w:rPr>
          <w:rFonts w:hint="eastAsia" w:ascii="仿宋_GB2312" w:hAnsi="仿宋" w:eastAsia="仿宋_GB2312"/>
          <w:sz w:val="30"/>
          <w:szCs w:val="30"/>
        </w:rPr>
      </w:pPr>
    </w:p>
    <w:p w14:paraId="23E5834C">
      <w:pPr>
        <w:jc w:val="center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山东省教育厅</w:t>
      </w:r>
    </w:p>
    <w:p w14:paraId="14FD4FC9">
      <w:pPr>
        <w:jc w:val="center"/>
        <w:rPr>
          <w:rFonts w:ascii="仿宋_GB2312" w:hAnsi="仿宋" w:eastAsia="仿宋_GB2312"/>
          <w:sz w:val="30"/>
          <w:szCs w:val="30"/>
        </w:rPr>
      </w:pPr>
      <w:r>
        <w:rPr>
          <w:rFonts w:ascii="仿宋_GB2312" w:hAnsi="仿宋" w:eastAsia="仿宋_GB2312"/>
          <w:sz w:val="30"/>
          <w:szCs w:val="30"/>
        </w:rPr>
        <w:br w:type="page"/>
      </w:r>
    </w:p>
    <w:p w14:paraId="6D70CC66">
      <w:pPr>
        <w:rPr>
          <w:rFonts w:ascii="黑体" w:hAnsi="黑体" w:eastAsia="黑体"/>
          <w:sz w:val="36"/>
          <w:szCs w:val="36"/>
        </w:rPr>
      </w:pPr>
    </w:p>
    <w:p w14:paraId="71575982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承诺书</w:t>
      </w:r>
    </w:p>
    <w:p w14:paraId="4D8E8753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48D1A519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本人申报第十届高等教育省级教学成果奖，郑重承诺：</w:t>
      </w:r>
    </w:p>
    <w:p w14:paraId="09D45850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1.对填写的各项内容负责，成果申报材料真实、可靠，不存在知识产权争议，未弄虚作假、未剽窃他人成果。</w:t>
      </w:r>
    </w:p>
    <w:p w14:paraId="1C9814A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 w14:paraId="35A01D9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成果获奖后，不以盈利为目的开展宣传、培训、推广等相关活动。</w:t>
      </w:r>
    </w:p>
    <w:p w14:paraId="023714FC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6E61AB26">
      <w:pPr>
        <w:spacing w:line="560" w:lineRule="exact"/>
        <w:ind w:firstLine="1920" w:firstLineChars="6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成果第一完成人（签字）：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</w:p>
    <w:p w14:paraId="54D1F871">
      <w:pPr>
        <w:spacing w:line="560" w:lineRule="exact"/>
        <w:ind w:firstLine="1920" w:firstLineChars="600"/>
        <w:rPr>
          <w:rFonts w:ascii="仿宋_GB2312" w:eastAsia="仿宋_GB2312"/>
          <w:sz w:val="32"/>
          <w:szCs w:val="32"/>
          <w:u w:val="single"/>
        </w:rPr>
      </w:pPr>
    </w:p>
    <w:p w14:paraId="500471C8">
      <w:pPr>
        <w:spacing w:line="560" w:lineRule="exact"/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日 </w:t>
      </w:r>
    </w:p>
    <w:p w14:paraId="3CED2113">
      <w:pPr>
        <w:spacing w:line="560" w:lineRule="exact"/>
      </w:pPr>
    </w:p>
    <w:p w14:paraId="4958E676">
      <w:pPr>
        <w:tabs>
          <w:tab w:val="left" w:pos="3200"/>
        </w:tabs>
        <w:rPr>
          <w:rFonts w:ascii="黑体" w:hAnsi="黑体" w:eastAsia="黑体"/>
          <w:sz w:val="36"/>
          <w:szCs w:val="36"/>
        </w:rPr>
      </w:pPr>
    </w:p>
    <w:p w14:paraId="711E9F9F">
      <w:pPr>
        <w:jc w:val="center"/>
        <w:rPr>
          <w:rFonts w:hint="eastAsia" w:ascii="仿宋" w:hAnsi="仿宋" w:eastAsia="仿宋"/>
          <w:sz w:val="30"/>
          <w:szCs w:val="30"/>
        </w:rPr>
      </w:pPr>
      <w:r>
        <w:rPr>
          <w:rFonts w:ascii="黑体" w:hAnsi="黑体" w:eastAsia="黑体"/>
          <w:sz w:val="36"/>
          <w:szCs w:val="36"/>
        </w:rPr>
        <w:br w:type="page"/>
      </w:r>
      <w:r>
        <w:rPr>
          <w:rFonts w:hint="eastAsia" w:ascii="黑体" w:hAnsi="黑体" w:eastAsia="黑体"/>
          <w:spacing w:val="200"/>
          <w:sz w:val="32"/>
          <w:szCs w:val="32"/>
        </w:rPr>
        <w:t>填写说明</w:t>
      </w:r>
    </w:p>
    <w:p w14:paraId="2A4BA7D9">
      <w:pPr>
        <w:spacing w:line="54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成果名称：字数（含符号）不超过35个汉字。</w:t>
      </w:r>
    </w:p>
    <w:p w14:paraId="2CE0EC30">
      <w:pPr>
        <w:spacing w:line="54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成果按高等教育人才培养工作主要领域进行分类。分类和代码为：“大思政”教育-01，优化学科专业结构-02、基础学科人才培养-03，急需紧缺领域人才培养-04，应用型人才培养-05，新工科-06，新医科-07，新农科-08，新文科-09，创新创业教育-10，教育教学数字化-11，教师教育-12，教学质量评价改革-13，教学综合改革-14，产教融合、科教融汇、医教协同-15，其他-16。</w:t>
      </w:r>
    </w:p>
    <w:p w14:paraId="66ED9DD6">
      <w:pPr>
        <w:spacing w:line="54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成果所属学科（专业类）代码：根据教育部最新本科专业目录四位专业类代码、研究生教育学科专业目录四位一级学科和专业学位类别代码填写。</w:t>
      </w:r>
    </w:p>
    <w:p w14:paraId="0B96F530">
      <w:pPr>
        <w:spacing w:line="54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4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成果类别代码组成形式为：abc，其中：</w:t>
      </w:r>
    </w:p>
    <w:p w14:paraId="128CA4C8">
      <w:pPr>
        <w:spacing w:line="54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ab：成果分类代码</w:t>
      </w:r>
    </w:p>
    <w:p w14:paraId="3D0736F4">
      <w:pPr>
        <w:spacing w:line="54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c：成果属普通本科教育填1，普通研究生教育填2，本科继续教育填3，研究生继续教育填4。</w:t>
      </w:r>
    </w:p>
    <w:p w14:paraId="77B15909">
      <w:pPr>
        <w:spacing w:line="540" w:lineRule="exact"/>
        <w:ind w:firstLine="6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推荐序号由3位数字组成，为推荐单位推荐成果的顺序编号。</w:t>
      </w:r>
    </w:p>
    <w:p w14:paraId="4478E76E">
      <w:pPr>
        <w:spacing w:line="54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申报单位需提供一个成果网址，将认为必要的视频及其他补充支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Hans"/>
        </w:rPr>
        <w:t>撑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材料放在此网址下，并保证网络畅通。</w:t>
      </w:r>
    </w:p>
    <w:p w14:paraId="7D40BEDD">
      <w:pPr>
        <w:spacing w:line="54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7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成果曾获奖励情况不包括商业性的奖励。</w:t>
      </w:r>
    </w:p>
    <w:p w14:paraId="25B23AE7">
      <w:pPr>
        <w:spacing w:line="540" w:lineRule="exact"/>
        <w:ind w:firstLine="56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8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成果起止时间：起始时间指立项研究或开始研制的日期;完成时间指成果开始实施(包括试行)的日期；实践检验期应从正式实施（包括试行）教育教学方案的时间开始计算，不含研讨、论证及制定方案的时间。</w:t>
      </w:r>
    </w:p>
    <w:p w14:paraId="1FB4F953">
      <w:pPr>
        <w:spacing w:line="54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9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本申报书统一用A4纸双面打印，正文内容所用字型应不小于4号字。需签字、盖章处打印复印无效。</w:t>
      </w:r>
    </w:p>
    <w:p w14:paraId="4E9B3CDE">
      <w:pPr>
        <w:spacing w:line="54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highlight w:val="yellow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10．指定附件备齐后合装成册，但不要和申请书正文表格装订在一起；首页应为附件目录，不要加其他封面。</w:t>
      </w:r>
    </w:p>
    <w:p w14:paraId="2C5D499C">
      <w:pPr>
        <w:pStyle w:val="2"/>
        <w:spacing w:before="42" w:line="216" w:lineRule="auto"/>
        <w:ind w:left="579"/>
        <w:rPr>
          <w:rFonts w:hint="default" w:ascii="Times New Roman" w:hAnsi="Times New Roman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napToGrid w:val="0"/>
          <w:kern w:val="0"/>
          <w:sz w:val="28"/>
          <w:szCs w:val="28"/>
          <w:lang w:eastAsia="zh-CN"/>
        </w:rPr>
        <w:t>11</w:t>
      </w:r>
      <w:r>
        <w:rPr>
          <w:rFonts w:hint="default" w:ascii="Times New Roman" w:hAnsi="Times New Roman" w:eastAsia="仿宋_GB2312" w:cs="Times New Roman"/>
          <w:snapToGrid w:val="0"/>
          <w:kern w:val="0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napToGrid w:val="0"/>
          <w:kern w:val="0"/>
          <w:sz w:val="28"/>
          <w:szCs w:val="28"/>
          <w:lang w:eastAsia="zh-CN"/>
        </w:rPr>
        <w:t>如提交纸质版材料，所有推荐材料一律不退，请自行</w:t>
      </w:r>
      <w:r>
        <w:rPr>
          <w:rFonts w:hint="default" w:ascii="Times New Roman" w:hAnsi="Times New Roman" w:cs="Times New Roman"/>
          <w:spacing w:val="-3"/>
          <w:sz w:val="28"/>
          <w:szCs w:val="28"/>
          <w:lang w:eastAsia="zh-CN"/>
        </w:rPr>
        <w:t>留底。</w:t>
      </w:r>
    </w:p>
    <w:p w14:paraId="38965877">
      <w:pPr>
        <w:spacing w:line="540" w:lineRule="exact"/>
        <w:ind w:firstLine="560"/>
        <w:rPr>
          <w:rFonts w:hint="eastAsia" w:ascii="仿宋_GB2312" w:hAnsi="仿宋_GB2312" w:eastAsia="仿宋_GB2312" w:cs="仿宋_GB2312"/>
          <w:sz w:val="28"/>
          <w:szCs w:val="28"/>
        </w:rPr>
        <w:sectPr>
          <w:type w:val="continuous"/>
          <w:pgSz w:w="11906" w:h="16838"/>
          <w:pgMar w:top="2041" w:right="1531" w:bottom="1984" w:left="1531" w:header="851" w:footer="1559" w:gutter="0"/>
          <w:cols w:space="0" w:num="1"/>
          <w:formProt w:val="0"/>
          <w:rtlGutter w:val="0"/>
          <w:docGrid w:type="linesAndChars" w:linePitch="312" w:charSpace="0"/>
        </w:sectPr>
      </w:pPr>
    </w:p>
    <w:p w14:paraId="12D7D77B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一、成果简介（可加页）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623"/>
        <w:gridCol w:w="2687"/>
        <w:gridCol w:w="1499"/>
        <w:gridCol w:w="2088"/>
      </w:tblGrid>
      <w:tr w14:paraId="6E23D2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853" w:type="dxa"/>
            <w:vMerge w:val="restart"/>
            <w:noWrap w:val="0"/>
            <w:vAlign w:val="center"/>
          </w:tcPr>
          <w:p w14:paraId="1C66375B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成</w:t>
            </w:r>
          </w:p>
          <w:p w14:paraId="035D9E1C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果</w:t>
            </w:r>
          </w:p>
          <w:p w14:paraId="0E8735BC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曾</w:t>
            </w:r>
          </w:p>
          <w:p w14:paraId="4FC33311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获</w:t>
            </w:r>
          </w:p>
          <w:p w14:paraId="3311CBA1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奖</w:t>
            </w:r>
          </w:p>
          <w:p w14:paraId="44788567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励</w:t>
            </w:r>
          </w:p>
          <w:p w14:paraId="6176FEB1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情  况</w:t>
            </w:r>
          </w:p>
        </w:tc>
        <w:tc>
          <w:tcPr>
            <w:tcW w:w="1623" w:type="dxa"/>
            <w:noWrap w:val="0"/>
            <w:vAlign w:val="center"/>
          </w:tcPr>
          <w:p w14:paraId="44D4B54F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获 奖</w:t>
            </w:r>
          </w:p>
          <w:p w14:paraId="5F512EF0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时 间</w:t>
            </w:r>
          </w:p>
        </w:tc>
        <w:tc>
          <w:tcPr>
            <w:tcW w:w="2687" w:type="dxa"/>
            <w:noWrap w:val="0"/>
            <w:vAlign w:val="center"/>
          </w:tcPr>
          <w:p w14:paraId="4FFFFE40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奖项名称</w:t>
            </w:r>
          </w:p>
        </w:tc>
        <w:tc>
          <w:tcPr>
            <w:tcW w:w="1499" w:type="dxa"/>
            <w:noWrap w:val="0"/>
            <w:vAlign w:val="center"/>
          </w:tcPr>
          <w:p w14:paraId="7C07B140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获 奖</w:t>
            </w:r>
          </w:p>
          <w:p w14:paraId="2A3C7CC3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等 级</w:t>
            </w:r>
          </w:p>
        </w:tc>
        <w:tc>
          <w:tcPr>
            <w:tcW w:w="2088" w:type="dxa"/>
            <w:noWrap w:val="0"/>
            <w:vAlign w:val="center"/>
          </w:tcPr>
          <w:p w14:paraId="51B06BF3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授 奖</w:t>
            </w:r>
          </w:p>
          <w:p w14:paraId="2856B108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部 门</w:t>
            </w:r>
          </w:p>
        </w:tc>
      </w:tr>
      <w:tr w14:paraId="19C12E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vMerge w:val="continue"/>
            <w:noWrap w:val="0"/>
            <w:vAlign w:val="center"/>
          </w:tcPr>
          <w:p w14:paraId="0C66578A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20616332">
            <w:pPr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4D89499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A18E5A7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58CAE33F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 w14:paraId="7A1F19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vMerge w:val="continue"/>
            <w:noWrap w:val="0"/>
            <w:vAlign w:val="center"/>
          </w:tcPr>
          <w:p w14:paraId="05FB1EED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37D8662B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30214456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49A78878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01D22598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 w14:paraId="68B64F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vMerge w:val="continue"/>
            <w:noWrap w:val="0"/>
            <w:vAlign w:val="center"/>
          </w:tcPr>
          <w:p w14:paraId="1609831E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354C2396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BB51AE8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4E06C8E1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6C98322A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 w14:paraId="1DB12B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vMerge w:val="continue"/>
            <w:noWrap w:val="0"/>
            <w:vAlign w:val="center"/>
          </w:tcPr>
          <w:p w14:paraId="2FEA120A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5810F9A9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84F4D2F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7E77AAB7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566C91F8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 w14:paraId="6E62D4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53" w:type="dxa"/>
            <w:vMerge w:val="continue"/>
            <w:noWrap w:val="0"/>
            <w:vAlign w:val="center"/>
          </w:tcPr>
          <w:p w14:paraId="3518DB7F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2623FA47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5883065C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01A1067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4149995E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 w14:paraId="571B17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53" w:type="dxa"/>
            <w:noWrap w:val="0"/>
            <w:vAlign w:val="center"/>
          </w:tcPr>
          <w:p w14:paraId="7FBBB313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成果</w:t>
            </w:r>
          </w:p>
          <w:p w14:paraId="4186EE4B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实践检验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起止时间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 w14:paraId="0285C013">
            <w:pPr>
              <w:ind w:left="27" w:firstLine="120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起始：     年   月           实践检验期:    年</w:t>
            </w:r>
          </w:p>
          <w:p w14:paraId="21EE4C0A">
            <w:pPr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 xml:space="preserve"> 完成：     年   月</w:t>
            </w:r>
          </w:p>
        </w:tc>
      </w:tr>
      <w:tr w14:paraId="4EAB57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53" w:type="dxa"/>
            <w:noWrap w:val="0"/>
            <w:vAlign w:val="center"/>
          </w:tcPr>
          <w:p w14:paraId="6F4CD158">
            <w:pPr>
              <w:ind w:left="27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成果关键词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 w14:paraId="59B0C079">
            <w:pPr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不超过3个，简明扼要，突出成果主要内容，原则上不与成果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eastAsia="zh-Hans"/>
              </w:rPr>
              <w:t>分类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雷同。</w:t>
            </w:r>
          </w:p>
        </w:tc>
      </w:tr>
      <w:tr w14:paraId="4E7F2F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8750" w:type="dxa"/>
            <w:gridSpan w:val="5"/>
            <w:noWrap w:val="0"/>
            <w:vAlign w:val="top"/>
          </w:tcPr>
          <w:p w14:paraId="671F4977">
            <w:pPr>
              <w:ind w:left="27"/>
              <w:rPr>
                <w:rFonts w:hint="default" w:ascii="Times New Roman" w:hAnsi="Times New Roman" w:eastAsia="仿宋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1.成果简介及主要解决的教学问题(不超过1000字，以文本格式为主，图表不超过3张，下同)</w:t>
            </w:r>
          </w:p>
          <w:p w14:paraId="32675516">
            <w:pPr>
              <w:ind w:left="27"/>
              <w:rPr>
                <w:rFonts w:hint="default" w:ascii="Times New Roman" w:hAnsi="Times New Roman" w:eastAsia="仿宋" w:cs="Times New Roman"/>
                <w:i/>
                <w:sz w:val="28"/>
                <w:szCs w:val="28"/>
              </w:rPr>
            </w:pPr>
          </w:p>
          <w:p w14:paraId="19561D5C">
            <w:pPr>
              <w:ind w:left="27"/>
              <w:rPr>
                <w:rFonts w:hint="default" w:ascii="Times New Roman" w:hAnsi="Times New Roman" w:eastAsia="仿宋" w:cs="Times New Roman"/>
                <w:i/>
                <w:sz w:val="28"/>
                <w:szCs w:val="28"/>
              </w:rPr>
            </w:pPr>
          </w:p>
        </w:tc>
      </w:tr>
      <w:tr w14:paraId="534BA7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8750" w:type="dxa"/>
            <w:gridSpan w:val="5"/>
            <w:noWrap w:val="0"/>
            <w:vAlign w:val="top"/>
          </w:tcPr>
          <w:p w14:paraId="071B7F7D">
            <w:pPr>
              <w:ind w:left="-18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2.成果解决教学问题的方法(不超过1000字)</w:t>
            </w:r>
          </w:p>
          <w:p w14:paraId="7195AF61">
            <w:pPr>
              <w:rPr>
                <w:rFonts w:hint="default" w:ascii="Times New Roman" w:hAnsi="Times New Roman" w:eastAsia="仿宋" w:cs="Times New Roman"/>
                <w:i/>
                <w:sz w:val="28"/>
                <w:szCs w:val="28"/>
              </w:rPr>
            </w:pPr>
          </w:p>
          <w:p w14:paraId="513CD5A2">
            <w:pPr>
              <w:ind w:left="-18"/>
              <w:rPr>
                <w:rFonts w:hint="default" w:ascii="Times New Roman" w:hAnsi="Times New Roman" w:eastAsia="仿宋" w:cs="Times New Roman"/>
                <w:i/>
                <w:sz w:val="28"/>
                <w:szCs w:val="28"/>
              </w:rPr>
            </w:pPr>
          </w:p>
        </w:tc>
      </w:tr>
      <w:tr w14:paraId="6A5D42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8750" w:type="dxa"/>
            <w:gridSpan w:val="5"/>
            <w:noWrap w:val="0"/>
            <w:vAlign w:val="top"/>
          </w:tcPr>
          <w:p w14:paraId="2B023E3E">
            <w:pPr>
              <w:ind w:left="-18" w:right="-178" w:rightChars="-85"/>
              <w:rPr>
                <w:rFonts w:hint="default" w:ascii="Times New Roman" w:hAnsi="Times New Roman" w:eastAsia="仿宋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3.成果的创新点(不超过800字)</w:t>
            </w:r>
          </w:p>
          <w:p w14:paraId="73D6059C">
            <w:pPr>
              <w:ind w:left="-18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  <w:p w14:paraId="3E14DBEC">
            <w:pPr>
              <w:ind w:left="-18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 w14:paraId="6CC45D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8750" w:type="dxa"/>
            <w:gridSpan w:val="5"/>
            <w:noWrap w:val="0"/>
            <w:vAlign w:val="top"/>
          </w:tcPr>
          <w:p w14:paraId="2FB8A04A">
            <w:pPr>
              <w:ind w:left="-18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4.成果的推广应用效果(不超过1000字)</w:t>
            </w:r>
          </w:p>
          <w:p w14:paraId="4C615173">
            <w:pPr>
              <w:ind w:left="-18"/>
              <w:rPr>
                <w:rFonts w:hint="default" w:ascii="Times New Roman" w:hAnsi="Times New Roman" w:eastAsia="仿宋" w:cs="Times New Roman"/>
                <w:i/>
                <w:sz w:val="28"/>
                <w:szCs w:val="28"/>
              </w:rPr>
            </w:pPr>
          </w:p>
          <w:p w14:paraId="785DBFAE">
            <w:pPr>
              <w:rPr>
                <w:rFonts w:hint="default" w:ascii="Times New Roman" w:hAnsi="Times New Roman" w:eastAsia="仿宋" w:cs="Times New Roman"/>
                <w:i/>
                <w:sz w:val="28"/>
                <w:szCs w:val="28"/>
              </w:rPr>
            </w:pPr>
          </w:p>
        </w:tc>
      </w:tr>
      <w:tr w14:paraId="47CFAC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8750" w:type="dxa"/>
            <w:gridSpan w:val="5"/>
            <w:noWrap w:val="0"/>
            <w:vAlign w:val="top"/>
          </w:tcPr>
          <w:p w14:paraId="167E05E9">
            <w:pPr>
              <w:rPr>
                <w:rFonts w:hint="default" w:ascii="Times New Roman" w:hAnsi="Times New Roman" w:eastAsia="仿宋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5.本成果中数字化应用情况（不超过500字）。</w:t>
            </w:r>
          </w:p>
        </w:tc>
      </w:tr>
    </w:tbl>
    <w:p w14:paraId="7DAA6FEC"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Fonts w:hint="eastAsia" w:ascii="仿宋" w:hAnsi="仿宋" w:eastAsia="仿宋"/>
          <w:b/>
          <w:sz w:val="32"/>
          <w:szCs w:val="32"/>
        </w:rPr>
        <w:t>二、主要完成人情况</w:t>
      </w:r>
    </w:p>
    <w:tbl>
      <w:tblPr>
        <w:tblStyle w:val="5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 w14:paraId="02FA4C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71B883D9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第一完成人</w:t>
            </w:r>
          </w:p>
          <w:p w14:paraId="44599787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 名</w:t>
            </w:r>
          </w:p>
        </w:tc>
        <w:tc>
          <w:tcPr>
            <w:tcW w:w="2870" w:type="dxa"/>
            <w:noWrap w:val="0"/>
            <w:vAlign w:val="center"/>
          </w:tcPr>
          <w:p w14:paraId="470675F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0CCE14F2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  别</w:t>
            </w:r>
          </w:p>
        </w:tc>
        <w:tc>
          <w:tcPr>
            <w:tcW w:w="2417" w:type="dxa"/>
            <w:noWrap w:val="0"/>
            <w:vAlign w:val="center"/>
          </w:tcPr>
          <w:p w14:paraId="2C982F85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74A6C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351C937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 w14:paraId="105486B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 w14:paraId="6D87E514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 w14:paraId="742A845E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D3A60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0B255AA0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</w:t>
            </w:r>
          </w:p>
          <w:p w14:paraId="26A75529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 w14:paraId="40BBA8B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374E232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 任 党</w:t>
            </w:r>
          </w:p>
          <w:p w14:paraId="39CD6D36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 w14:paraId="204D8B0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196A70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0C1C8E5E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</w:t>
            </w:r>
          </w:p>
          <w:p w14:paraId="209C49F2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3741A9FD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AE3A1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0AA54EF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FBADA15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67B4B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435ECE39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 w14:paraId="215998D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47B0549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 w14:paraId="2DBBC05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395BE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B099625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2EB6266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448ED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0FA7DE17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28BD99A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204B9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57B7686">
            <w:pPr>
              <w:ind w:left="-3"/>
              <w:jc w:val="center"/>
              <w:rPr>
                <w:rFonts w:hint="eastAsia"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何时何地受何种</w:t>
            </w:r>
          </w:p>
          <w:p w14:paraId="523AA272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4740B5B7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C97C0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1B4A06B">
            <w:pPr>
              <w:ind w:left="-3"/>
              <w:jc w:val="center"/>
              <w:rPr>
                <w:rFonts w:hint="eastAsia"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何时何地受过何种处分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4963A37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CF8D4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5" w:hRule="atLeast"/>
          <w:jc w:val="center"/>
        </w:trPr>
        <w:tc>
          <w:tcPr>
            <w:tcW w:w="883" w:type="dxa"/>
            <w:noWrap w:val="0"/>
            <w:vAlign w:val="center"/>
          </w:tcPr>
          <w:p w14:paraId="63225817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703712B1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627D1511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7EE65118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F600280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6C175D4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A388210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 w14:paraId="6E601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00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本 人 签 名：</w:t>
            </w:r>
          </w:p>
          <w:p w14:paraId="19431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555" w:firstLineChars="1984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</w:tc>
      </w:tr>
    </w:tbl>
    <w:p w14:paraId="274E1C3E">
      <w:pPr>
        <w:tabs>
          <w:tab w:val="left" w:pos="2000"/>
        </w:tabs>
        <w:jc w:val="center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br w:type="page"/>
      </w:r>
      <w:r>
        <w:rPr>
          <w:rFonts w:hint="eastAsia" w:ascii="仿宋" w:hAnsi="仿宋" w:eastAsia="仿宋"/>
          <w:sz w:val="30"/>
          <w:szCs w:val="30"/>
        </w:rPr>
        <w:t>主要完成人情况（不超过1</w:t>
      </w: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人）</w:t>
      </w:r>
    </w:p>
    <w:tbl>
      <w:tblPr>
        <w:tblStyle w:val="5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 w14:paraId="02CF24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44CF3F76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第(  )完成人</w:t>
            </w:r>
          </w:p>
          <w:p w14:paraId="697CCA44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名</w:t>
            </w:r>
          </w:p>
        </w:tc>
        <w:tc>
          <w:tcPr>
            <w:tcW w:w="2870" w:type="dxa"/>
            <w:noWrap w:val="0"/>
            <w:vAlign w:val="center"/>
          </w:tcPr>
          <w:p w14:paraId="3982C562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3E420E2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别</w:t>
            </w:r>
          </w:p>
        </w:tc>
        <w:tc>
          <w:tcPr>
            <w:tcW w:w="2417" w:type="dxa"/>
            <w:noWrap w:val="0"/>
            <w:vAlign w:val="center"/>
          </w:tcPr>
          <w:p w14:paraId="73D7617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1F3311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9473583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 w14:paraId="50769397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 w14:paraId="6440D076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 w14:paraId="799FEFD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697FF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0FDD9CF1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</w:t>
            </w:r>
          </w:p>
          <w:p w14:paraId="0702A74D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 w14:paraId="6357707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4B6AC5F7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 任 党</w:t>
            </w:r>
          </w:p>
          <w:p w14:paraId="6DE70D6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 w14:paraId="25C2D052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1C1B748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431CDA1C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</w:t>
            </w:r>
          </w:p>
          <w:p w14:paraId="09495140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7E83780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743FE7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356E4E9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F4F433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44367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80EAFC9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 w14:paraId="60B52A8E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7A8F815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 w14:paraId="49230753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C04AD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0226172F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5E69F752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A081B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2CE49FE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B5F4226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A08EF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558804DE">
            <w:pPr>
              <w:ind w:left="-3"/>
              <w:jc w:val="center"/>
              <w:rPr>
                <w:rFonts w:hint="eastAsia"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何时何地受何种</w:t>
            </w:r>
          </w:p>
          <w:p w14:paraId="674B0FF3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51C60C17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B5018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5BF6109">
            <w:pPr>
              <w:ind w:left="-3"/>
              <w:jc w:val="center"/>
              <w:rPr>
                <w:rFonts w:hint="eastAsia"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何时何地受过何种处分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5F323EE2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1D60A9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0" w:hRule="atLeast"/>
          <w:jc w:val="center"/>
        </w:trPr>
        <w:tc>
          <w:tcPr>
            <w:tcW w:w="883" w:type="dxa"/>
            <w:noWrap w:val="0"/>
            <w:vAlign w:val="center"/>
          </w:tcPr>
          <w:p w14:paraId="2A8927EE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1FDC353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089AAFF7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2AAA586A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67281ACC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1610563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498CAA7D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 w14:paraId="2DC47D1F">
            <w:pPr>
              <w:ind w:firstLine="6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本 人 签 名：</w:t>
            </w:r>
          </w:p>
          <w:p w14:paraId="4902D28C">
            <w:pPr>
              <w:ind w:firstLine="600"/>
              <w:rPr>
                <w:rFonts w:hint="eastAsia" w:ascii="仿宋" w:hAnsi="仿宋" w:eastAsia="仿宋"/>
                <w:sz w:val="28"/>
                <w:szCs w:val="28"/>
                <w:u w:val="single"/>
              </w:rPr>
            </w:pPr>
          </w:p>
          <w:p w14:paraId="698F912D">
            <w:pPr>
              <w:ind w:left="-2" w:firstLine="564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</w:tc>
      </w:tr>
    </w:tbl>
    <w:p w14:paraId="2A7629ED"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br w:type="page"/>
      </w:r>
      <w:r>
        <w:rPr>
          <w:rFonts w:hint="eastAsia" w:ascii="仿宋" w:hAnsi="仿宋" w:eastAsia="仿宋"/>
          <w:b/>
          <w:sz w:val="32"/>
          <w:szCs w:val="32"/>
        </w:rPr>
        <w:t>三、主要完成单位情况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 w14:paraId="5C667A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2A743DA2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第一完成</w:t>
            </w:r>
          </w:p>
          <w:p w14:paraId="3424EF43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noWrap w:val="0"/>
            <w:vAlign w:val="center"/>
          </w:tcPr>
          <w:p w14:paraId="29F9FB36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1ACE96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 w14:paraId="139BF6E2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492EB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1B8241B7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 系 人</w:t>
            </w:r>
          </w:p>
        </w:tc>
        <w:tc>
          <w:tcPr>
            <w:tcW w:w="3240" w:type="dxa"/>
            <w:noWrap w:val="0"/>
            <w:vAlign w:val="center"/>
          </w:tcPr>
          <w:p w14:paraId="6C7B9E2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EED583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656FAFF0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4D85E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3CFB005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    真</w:t>
            </w:r>
          </w:p>
        </w:tc>
        <w:tc>
          <w:tcPr>
            <w:tcW w:w="3240" w:type="dxa"/>
            <w:noWrap w:val="0"/>
            <w:vAlign w:val="center"/>
          </w:tcPr>
          <w:p w14:paraId="334E9A3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93265B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 w14:paraId="09FDF7CF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02C58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4B386F6E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 w14:paraId="40F48492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5EBE0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32F71DC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 w14:paraId="74388EC2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1266A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4" w:hRule="atLeast"/>
          <w:jc w:val="center"/>
        </w:trPr>
        <w:tc>
          <w:tcPr>
            <w:tcW w:w="862" w:type="dxa"/>
            <w:noWrap w:val="0"/>
            <w:vAlign w:val="center"/>
          </w:tcPr>
          <w:p w14:paraId="45BF3B9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0629151E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4D43840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8D85EA5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6B9D45E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24D2FA0A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1A870B6E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586CD1D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3D5DA5D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3B6B2F36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08F8995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5AA00C8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DBD209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 w14:paraId="372BBC95">
            <w:pPr>
              <w:ind w:left="176" w:firstLine="408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 位 盖 章</w:t>
            </w:r>
          </w:p>
          <w:p w14:paraId="7CA901FA">
            <w:pPr>
              <w:ind w:left="177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0542CAF0">
            <w:pPr>
              <w:ind w:left="176" w:firstLine="564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  <w:p w14:paraId="0F37FE00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30C79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rPr>
          <w:rFonts w:ascii="仿宋" w:hAnsi="仿宋" w:eastAsia="仿宋"/>
          <w:sz w:val="30"/>
          <w:szCs w:val="30"/>
        </w:rPr>
      </w:pPr>
    </w:p>
    <w:p w14:paraId="0775EF9D">
      <w:pPr>
        <w:jc w:val="center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br w:type="page"/>
      </w:r>
      <w:r>
        <w:rPr>
          <w:rFonts w:hint="eastAsia" w:ascii="仿宋" w:hAnsi="仿宋" w:eastAsia="仿宋"/>
          <w:sz w:val="30"/>
          <w:szCs w:val="30"/>
        </w:rPr>
        <w:t>主要完成单位情况（不超过15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个</w:t>
      </w:r>
      <w:r>
        <w:rPr>
          <w:rFonts w:hint="eastAsia" w:ascii="仿宋" w:hAnsi="仿宋" w:eastAsia="仿宋"/>
          <w:sz w:val="30"/>
          <w:szCs w:val="30"/>
        </w:rPr>
        <w:t>）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867"/>
        <w:gridCol w:w="3093"/>
        <w:gridCol w:w="1440"/>
        <w:gridCol w:w="2731"/>
      </w:tblGrid>
      <w:tr w14:paraId="29B633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70D7BA7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第（ ）完</w:t>
            </w:r>
          </w:p>
          <w:p w14:paraId="24C4B623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成单位名称</w:t>
            </w:r>
          </w:p>
        </w:tc>
        <w:tc>
          <w:tcPr>
            <w:tcW w:w="3093" w:type="dxa"/>
            <w:noWrap w:val="0"/>
            <w:vAlign w:val="center"/>
          </w:tcPr>
          <w:p w14:paraId="26E3C887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5FF86A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 w14:paraId="3A9E7760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14F525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6D9AE56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 系 人</w:t>
            </w:r>
          </w:p>
        </w:tc>
        <w:tc>
          <w:tcPr>
            <w:tcW w:w="3093" w:type="dxa"/>
            <w:noWrap w:val="0"/>
            <w:vAlign w:val="center"/>
          </w:tcPr>
          <w:p w14:paraId="30A97C6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40DF514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5B1DC821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E0314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5F69D45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    真</w:t>
            </w:r>
          </w:p>
        </w:tc>
        <w:tc>
          <w:tcPr>
            <w:tcW w:w="3093" w:type="dxa"/>
            <w:noWrap w:val="0"/>
            <w:vAlign w:val="center"/>
          </w:tcPr>
          <w:p w14:paraId="57760E32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E13CDE3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 w14:paraId="3BF5ED1C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5570B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0866D74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 w14:paraId="20322499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24DA8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4AFC11DE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 w14:paraId="784E79F6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014A1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9" w:hRule="atLeast"/>
          <w:jc w:val="center"/>
        </w:trPr>
        <w:tc>
          <w:tcPr>
            <w:tcW w:w="862" w:type="dxa"/>
            <w:noWrap w:val="0"/>
            <w:vAlign w:val="center"/>
          </w:tcPr>
          <w:p w14:paraId="3AEB327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715A5B88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084BC4B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1022E20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0846F75D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343C48F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3CD2834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431A0F6A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1BBA51E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689BAE1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 w14:paraId="0A593AAB">
            <w:pPr>
              <w:ind w:left="176" w:firstLine="408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 位 盖 章</w:t>
            </w:r>
          </w:p>
          <w:p w14:paraId="6C7E85CA">
            <w:pPr>
              <w:ind w:left="177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685C3C9">
            <w:pPr>
              <w:ind w:left="176" w:firstLine="564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  <w:p w14:paraId="43F9CF98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64D78E71">
      <w:pPr>
        <w:tabs>
          <w:tab w:val="left" w:pos="3800"/>
        </w:tabs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ab/>
      </w:r>
    </w:p>
    <w:p w14:paraId="31CDFA86">
      <w:pPr>
        <w:tabs>
          <w:tab w:val="left" w:pos="3800"/>
        </w:tabs>
        <w:jc w:val="center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br w:type="page"/>
      </w:r>
      <w:r>
        <w:rPr>
          <w:rFonts w:hint="eastAsia" w:ascii="仿宋" w:hAnsi="仿宋" w:eastAsia="仿宋"/>
          <w:b/>
          <w:sz w:val="32"/>
          <w:szCs w:val="32"/>
        </w:rPr>
        <w:t>四、推荐单位意见</w:t>
      </w:r>
    </w:p>
    <w:tbl>
      <w:tblPr>
        <w:tblStyle w:val="5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 w14:paraId="1E7F34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0" w:hRule="atLeast"/>
          <w:jc w:val="center"/>
        </w:trPr>
        <w:tc>
          <w:tcPr>
            <w:tcW w:w="1072" w:type="dxa"/>
            <w:noWrap w:val="0"/>
            <w:vAlign w:val="center"/>
          </w:tcPr>
          <w:p w14:paraId="19AE1242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推</w:t>
            </w:r>
          </w:p>
          <w:p w14:paraId="03BD49C0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1030A8A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荐</w:t>
            </w:r>
          </w:p>
          <w:p w14:paraId="0F07EBD0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64C9989B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</w:t>
            </w:r>
          </w:p>
          <w:p w14:paraId="07C512EE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1C6A91FD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top"/>
          </w:tcPr>
          <w:p w14:paraId="7F92FD63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（本栏由推荐单位填写，根据成果创新性特点、水平和应用情况写明推荐理由和结论性意见）</w:t>
            </w:r>
          </w:p>
          <w:p w14:paraId="76F0EA4F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  <w:bookmarkStart w:id="0" w:name="_GoBack"/>
            <w:bookmarkEnd w:id="0"/>
          </w:p>
          <w:p w14:paraId="66320EDF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0525F3AD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5EDABE29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601520A1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077F0ACA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1DFED323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09B3B6C9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44C40D52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04BD18CB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4676CA4F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1732DBFC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586271DC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413D47F3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42F87771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41C91D6D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3A2BCA3A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2F6C2F77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7611054D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2A5F7FBC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7310B1BF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36AA4C9D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0896ABCD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7B886F79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7BD314A3">
            <w:pPr>
              <w:rPr>
                <w:rFonts w:hint="eastAsia" w:ascii="仿宋" w:hAnsi="仿宋" w:eastAsia="仿宋"/>
                <w:i/>
                <w:sz w:val="28"/>
                <w:szCs w:val="28"/>
              </w:rPr>
            </w:pPr>
          </w:p>
          <w:p w14:paraId="4AFD847E">
            <w:pPr>
              <w:ind w:left="5019" w:leftChars="2390"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推荐单位公章 </w:t>
            </w:r>
          </w:p>
          <w:p w14:paraId="5A4C0C2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18CB5EA8">
            <w:pPr>
              <w:ind w:left="5019" w:leftChars="2390"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  <w:p w14:paraId="7D3B7178">
            <w:pPr>
              <w:ind w:left="4779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21798F16">
      <w:pPr>
        <w:jc w:val="center"/>
        <w:rPr>
          <w:rFonts w:ascii="仿宋" w:hAnsi="仿宋" w:eastAsia="仿宋"/>
          <w:b/>
          <w:sz w:val="32"/>
          <w:szCs w:val="32"/>
        </w:rPr>
      </w:pPr>
    </w:p>
    <w:p w14:paraId="26702045"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br w:type="page"/>
      </w:r>
      <w:r>
        <w:rPr>
          <w:rFonts w:hint="eastAsia" w:ascii="仿宋" w:hAnsi="仿宋" w:eastAsia="仿宋"/>
          <w:b/>
          <w:sz w:val="32"/>
          <w:szCs w:val="32"/>
        </w:rPr>
        <w:t>五、评审意见</w:t>
      </w:r>
    </w:p>
    <w:tbl>
      <w:tblPr>
        <w:tblStyle w:val="5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 w14:paraId="1E5978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9" w:hRule="atLeast"/>
          <w:jc w:val="center"/>
        </w:trPr>
        <w:tc>
          <w:tcPr>
            <w:tcW w:w="1072" w:type="dxa"/>
            <w:noWrap w:val="0"/>
            <w:vAlign w:val="center"/>
          </w:tcPr>
          <w:p w14:paraId="3C1600AE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</w:t>
            </w:r>
          </w:p>
          <w:p w14:paraId="490F96AA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604E02AC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审</w:t>
            </w:r>
          </w:p>
          <w:p w14:paraId="5E82C608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2B76665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</w:t>
            </w:r>
          </w:p>
          <w:p w14:paraId="5AE6F643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0BF08874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 w14:paraId="7331E6E2">
            <w:pPr>
              <w:spacing w:line="6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高等教育省级教学成果奖评审委员会主任委员</w:t>
            </w:r>
          </w:p>
          <w:p w14:paraId="3990C02F">
            <w:pPr>
              <w:spacing w:line="600" w:lineRule="exact"/>
              <w:ind w:firstLine="3920" w:firstLineChars="14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签字：</w:t>
            </w:r>
          </w:p>
          <w:p w14:paraId="35B549B1">
            <w:pPr>
              <w:spacing w:line="600" w:lineRule="exact"/>
              <w:ind w:firstLine="5040" w:firstLineChars="18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  <w:tr w14:paraId="255DCA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2" w:hRule="atLeast"/>
          <w:jc w:val="center"/>
        </w:trPr>
        <w:tc>
          <w:tcPr>
            <w:tcW w:w="1072" w:type="dxa"/>
            <w:noWrap w:val="0"/>
            <w:vAlign w:val="center"/>
          </w:tcPr>
          <w:p w14:paraId="732397F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审</w:t>
            </w:r>
          </w:p>
          <w:p w14:paraId="7AAAE59F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DF9205F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定</w:t>
            </w:r>
          </w:p>
          <w:p w14:paraId="0B451C80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D2E8482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</w:t>
            </w:r>
          </w:p>
          <w:p w14:paraId="3C7354FD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382AAB5C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 w14:paraId="0A314621">
            <w:pPr>
              <w:spacing w:line="600" w:lineRule="exact"/>
              <w:ind w:firstLine="4200" w:firstLineChars="1500"/>
              <w:rPr>
                <w:rFonts w:hint="eastAsia"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签字：</w:t>
            </w:r>
          </w:p>
          <w:p w14:paraId="646F10F5">
            <w:pPr>
              <w:spacing w:line="600" w:lineRule="exact"/>
              <w:ind w:left="4028" w:leftChars="1918" w:firstLine="1680" w:firstLineChars="6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  <w:p w14:paraId="3B9126B3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12124136">
      <w:pPr>
        <w:spacing w:line="181" w:lineRule="exact"/>
        <w:rPr>
          <w:rFonts w:ascii="Arial" w:hAnsi="Arial" w:eastAsia="Arial" w:cs="Arial"/>
          <w:sz w:val="15"/>
          <w:szCs w:val="15"/>
        </w:rPr>
        <w:sectPr>
          <w:footerReference r:id="rId5" w:type="default"/>
          <w:pgSz w:w="11907" w:h="16839"/>
          <w:pgMar w:top="2041" w:right="1531" w:bottom="1984" w:left="1531" w:header="0" w:footer="1531" w:gutter="0"/>
          <w:cols w:space="0" w:num="1"/>
          <w:rtlGutter w:val="0"/>
          <w:docGrid w:linePitch="0" w:charSpace="0"/>
        </w:sectPr>
      </w:pPr>
    </w:p>
    <w:p w14:paraId="52C4E17B">
      <w:pPr>
        <w:spacing w:before="184" w:line="200" w:lineRule="auto"/>
        <w:jc w:val="center"/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</w:pPr>
    </w:p>
    <w:p w14:paraId="0B2498AC">
      <w:pPr>
        <w:spacing w:before="184" w:line="2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第十届高等教育省级教学成果奖申报书</w:t>
      </w:r>
      <w:r>
        <w:rPr>
          <w:rFonts w:hint="eastAsia" w:ascii="方正小标宋简体" w:hAnsi="方正小标宋简体" w:eastAsia="方正小标宋简体" w:cs="方正小标宋简体"/>
          <w:spacing w:val="3"/>
          <w:sz w:val="44"/>
          <w:szCs w:val="44"/>
        </w:rPr>
        <w:t>附件</w:t>
      </w:r>
    </w:p>
    <w:p w14:paraId="31FF89C7">
      <w:pPr>
        <w:pStyle w:val="2"/>
        <w:spacing w:before="110" w:line="221" w:lineRule="auto"/>
        <w:ind w:left="1358"/>
        <w:rPr>
          <w:lang w:eastAsia="zh-CN"/>
        </w:rPr>
      </w:pPr>
      <w:r>
        <w:rPr>
          <w:spacing w:val="9"/>
          <w:lang w:eastAsia="zh-CN"/>
        </w:rPr>
        <w:t>（请以此页为封面，将附件单独装订成册）</w:t>
      </w:r>
    </w:p>
    <w:p w14:paraId="540A75AA">
      <w:pPr>
        <w:spacing w:line="342" w:lineRule="auto"/>
        <w:rPr>
          <w:rFonts w:ascii="Arial"/>
        </w:rPr>
      </w:pPr>
    </w:p>
    <w:p w14:paraId="5DCEB135">
      <w:pPr>
        <w:spacing w:line="343" w:lineRule="auto"/>
        <w:rPr>
          <w:rFonts w:ascii="Arial"/>
        </w:rPr>
      </w:pPr>
    </w:p>
    <w:p w14:paraId="36A87AFB">
      <w:pPr>
        <w:pStyle w:val="2"/>
        <w:spacing w:before="101" w:line="329" w:lineRule="auto"/>
        <w:ind w:left="685" w:right="6698"/>
        <w:rPr>
          <w:spacing w:val="-12"/>
          <w:lang w:eastAsia="zh-CN"/>
        </w:rPr>
      </w:pPr>
      <w:r>
        <w:rPr>
          <w:spacing w:val="-12"/>
          <w:lang w:eastAsia="zh-CN"/>
        </w:rPr>
        <w:t>成果名称：</w:t>
      </w:r>
    </w:p>
    <w:p w14:paraId="4FE870F4">
      <w:pPr>
        <w:pStyle w:val="2"/>
        <w:spacing w:before="101" w:line="329" w:lineRule="auto"/>
        <w:ind w:left="685" w:right="6698"/>
        <w:rPr>
          <w:spacing w:val="-12"/>
          <w:lang w:eastAsia="zh-CN"/>
        </w:rPr>
      </w:pPr>
      <w:r>
        <w:rPr>
          <w:rFonts w:hint="eastAsia"/>
          <w:spacing w:val="-12"/>
          <w:lang w:eastAsia="zh-CN"/>
        </w:rPr>
        <w:t>推荐序号：</w:t>
      </w:r>
    </w:p>
    <w:p w14:paraId="32CB127C">
      <w:pPr>
        <w:pStyle w:val="2"/>
        <w:spacing w:before="101" w:line="224" w:lineRule="auto"/>
        <w:ind w:left="685"/>
        <w:rPr>
          <w:rFonts w:ascii="Arial"/>
          <w:sz w:val="21"/>
          <w:lang w:eastAsia="zh-CN"/>
        </w:rPr>
      </w:pPr>
      <w:r>
        <w:rPr>
          <w:spacing w:val="-3"/>
          <w:lang w:eastAsia="zh-CN"/>
        </w:rPr>
        <w:t>成果主要完成人：</w:t>
      </w:r>
    </w:p>
    <w:p w14:paraId="7CE1020E">
      <w:pPr>
        <w:pStyle w:val="2"/>
        <w:spacing w:before="101" w:line="222" w:lineRule="auto"/>
        <w:ind w:left="685"/>
        <w:rPr>
          <w:lang w:eastAsia="zh-CN"/>
        </w:rPr>
      </w:pPr>
      <w:r>
        <w:rPr>
          <w:spacing w:val="6"/>
          <w:lang w:eastAsia="zh-CN"/>
        </w:rPr>
        <w:t>成果主要完成单位：</w:t>
      </w:r>
    </w:p>
    <w:p w14:paraId="195E1F2B">
      <w:pPr>
        <w:spacing w:line="340" w:lineRule="auto"/>
        <w:rPr>
          <w:rFonts w:ascii="Arial"/>
        </w:rPr>
      </w:pPr>
    </w:p>
    <w:p w14:paraId="46D2CB12">
      <w:pPr>
        <w:spacing w:line="340" w:lineRule="auto"/>
        <w:rPr>
          <w:rFonts w:ascii="Arial"/>
        </w:rPr>
      </w:pPr>
    </w:p>
    <w:p w14:paraId="3052B648">
      <w:pPr>
        <w:pStyle w:val="2"/>
        <w:spacing w:before="101" w:line="224" w:lineRule="auto"/>
        <w:rPr>
          <w:spacing w:val="4"/>
          <w:lang w:eastAsia="zh-CN"/>
        </w:rPr>
      </w:pPr>
    </w:p>
    <w:p w14:paraId="1F63E093">
      <w:pPr>
        <w:pStyle w:val="2"/>
        <w:spacing w:before="101" w:line="224" w:lineRule="auto"/>
        <w:rPr>
          <w:lang w:eastAsia="zh-CN"/>
        </w:rPr>
      </w:pPr>
      <w:r>
        <w:rPr>
          <w:spacing w:val="4"/>
          <w:lang w:eastAsia="zh-CN"/>
        </w:rPr>
        <w:t>附件目录（另起一页</w:t>
      </w:r>
      <w:r>
        <w:rPr>
          <w:spacing w:val="2"/>
          <w:lang w:eastAsia="zh-CN"/>
        </w:rPr>
        <w:t>）：</w:t>
      </w:r>
    </w:p>
    <w:p w14:paraId="694D24D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903"/>
        <w:textAlignment w:val="auto"/>
        <w:rPr>
          <w:lang w:eastAsia="zh-CN"/>
        </w:rPr>
      </w:pPr>
      <w:r>
        <w:rPr>
          <w:spacing w:val="5"/>
          <w:lang w:eastAsia="zh-CN"/>
        </w:rPr>
        <w:t>1.教学成果总结报告（不超过5000字</w:t>
      </w:r>
      <w:r>
        <w:rPr>
          <w:rFonts w:hint="eastAsia"/>
          <w:spacing w:val="5"/>
          <w:lang w:eastAsia="zh-CN"/>
        </w:rPr>
        <w:t>，报告名称、格式自定</w:t>
      </w:r>
      <w:r>
        <w:rPr>
          <w:spacing w:val="5"/>
          <w:lang w:eastAsia="zh-CN"/>
        </w:rPr>
        <w:t>）</w:t>
      </w:r>
    </w:p>
    <w:p w14:paraId="0ED15A4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46" w:firstLine="649"/>
        <w:textAlignment w:val="auto"/>
        <w:rPr>
          <w:lang w:eastAsia="zh-CN"/>
        </w:rPr>
      </w:pPr>
      <w:r>
        <w:rPr>
          <w:spacing w:val="8"/>
          <w:lang w:eastAsia="zh-CN"/>
        </w:rPr>
        <w:t>2.</w:t>
      </w:r>
      <w:r>
        <w:rPr>
          <w:lang w:eastAsia="zh-CN"/>
        </w:rPr>
        <w:t>教学成果应用及效果证明</w:t>
      </w:r>
      <w:r>
        <w:rPr>
          <w:rFonts w:hint="eastAsia"/>
          <w:lang w:eastAsia="zh-CN"/>
        </w:rPr>
        <w:t>及写实性说明等</w:t>
      </w:r>
      <w:r>
        <w:rPr>
          <w:lang w:eastAsia="zh-CN"/>
        </w:rPr>
        <w:t>材料。（不超</w:t>
      </w:r>
    </w:p>
    <w:p w14:paraId="27837ED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46" w:firstLine="649"/>
        <w:textAlignment w:val="auto"/>
        <w:rPr>
          <w:lang w:eastAsia="zh-CN"/>
        </w:rPr>
      </w:pPr>
      <w:r>
        <w:rPr>
          <w:spacing w:val="-8"/>
          <w:lang w:eastAsia="zh-CN"/>
        </w:rPr>
        <w:t>过50页）</w:t>
      </w:r>
    </w:p>
    <w:p w14:paraId="3E433A6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4" w:firstLineChars="200"/>
        <w:textAlignment w:val="auto"/>
        <w:rPr>
          <w:rFonts w:hint="eastAsia" w:ascii="楷体_GB2312" w:hAnsi="楷体_GB2312" w:eastAsia="楷体_GB2312" w:cs="楷体_GB2312"/>
          <w:color w:val="000000"/>
          <w:sz w:val="22"/>
          <w:szCs w:val="22"/>
        </w:rPr>
      </w:pPr>
      <w:r>
        <w:rPr>
          <w:rFonts w:hint="eastAsia" w:ascii="楷体_GB2312" w:hAnsi="楷体_GB2312" w:eastAsia="楷体_GB2312" w:cs="楷体_GB2312"/>
          <w:spacing w:val="-4"/>
          <w:sz w:val="22"/>
          <w:szCs w:val="22"/>
          <w:lang w:eastAsia="zh-CN"/>
        </w:rPr>
        <w:t>继续教育。区分本科和研究生后分别填写汇总表上报</w:t>
      </w:r>
      <w:r>
        <w:rPr>
          <w:rFonts w:hint="eastAsia" w:ascii="楷体_GB2312" w:hAnsi="楷体_GB2312" w:eastAsia="楷体_GB2312" w:cs="楷体_GB2312"/>
          <w:spacing w:val="-5"/>
          <w:sz w:val="22"/>
          <w:szCs w:val="22"/>
        </w:rPr>
        <w:t>。</w:t>
      </w:r>
    </w:p>
    <w:sectPr>
      <w:footerReference r:id="rId8" w:type="first"/>
      <w:footerReference r:id="rId6" w:type="default"/>
      <w:footerReference r:id="rId7" w:type="even"/>
      <w:pgSz w:w="11906" w:h="16838"/>
      <w:pgMar w:top="850" w:right="1531" w:bottom="850" w:left="1531" w:header="851" w:footer="1247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F3F471E-8B48-4560-99CA-F8278B0FC38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6D83E0C-23C4-4614-94D3-A807F64D270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C359303-0C37-446B-8468-A986E69B937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8DA5102-C4E2-4474-80B6-17850171191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A4DE2463-70E8-4EF2-BE0E-28DD7E59E50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E79FCB99-2C9E-4A09-9863-B46E903D660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8E5C8B">
    <w:pPr>
      <w:pStyle w:val="3"/>
      <w:framePr w:wrap="around" w:vAnchor="text" w:hAnchor="margin" w:xAlign="outside" w:y="1"/>
      <w:ind w:left="210" w:leftChars="100" w:right="21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 w14:paraId="1C900A1E">
    <w:pPr>
      <w:pStyle w:val="3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743DC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3</w:t>
    </w:r>
    <w:r>
      <w:rPr>
        <w:rStyle w:val="7"/>
      </w:rPr>
      <w:fldChar w:fldCharType="end"/>
    </w:r>
  </w:p>
  <w:p w14:paraId="0F2EC975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4AED2">
    <w:pPr>
      <w:pStyle w:val="3"/>
      <w:framePr w:wrap="around" w:vAnchor="text" w:hAnchor="margin" w:xAlign="outside" w:y="1"/>
      <w:ind w:left="210" w:leftChars="100" w:right="21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 w14:paraId="0FE89C91">
    <w:pPr>
      <w:spacing w:line="172" w:lineRule="auto"/>
      <w:rPr>
        <w:rFonts w:ascii="宋体" w:hAnsi="宋体" w:eastAsia="宋体" w:cs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15C6C">
    <w:pPr>
      <w:pStyle w:val="3"/>
      <w:framePr w:wrap="around" w:vAnchor="text" w:hAnchor="margin" w:xAlign="outside" w:y="1"/>
      <w:ind w:left="315" w:leftChars="150" w:right="315" w:rightChars="15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18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 w14:paraId="2FEC6451">
    <w:pPr>
      <w:pStyle w:val="3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5C87C0"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4503AC10">
    <w:pPr>
      <w:pStyle w:val="3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0166B">
    <w:pPr>
      <w:pStyle w:val="3"/>
      <w:framePr w:wrap="around" w:vAnchor="text" w:hAnchor="margin" w:xAlign="center" w:y="1"/>
      <w:ind w:left="210" w:leftChars="100" w:right="21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 w14:paraId="092DB8B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31DB6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A5A73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C6D84"/>
    <w:rsid w:val="00EE16D6"/>
    <w:rsid w:val="00F55CD2"/>
    <w:rsid w:val="00F74267"/>
    <w:rsid w:val="00F74392"/>
    <w:rsid w:val="00FA30E9"/>
    <w:rsid w:val="00FA5E8E"/>
    <w:rsid w:val="05C732DB"/>
    <w:rsid w:val="076A6C1C"/>
    <w:rsid w:val="07774C57"/>
    <w:rsid w:val="07A514B7"/>
    <w:rsid w:val="093C56FD"/>
    <w:rsid w:val="0E44681E"/>
    <w:rsid w:val="12794C71"/>
    <w:rsid w:val="14BB6C25"/>
    <w:rsid w:val="17674272"/>
    <w:rsid w:val="17DC2112"/>
    <w:rsid w:val="19B27C2F"/>
    <w:rsid w:val="1E164317"/>
    <w:rsid w:val="1E344EE0"/>
    <w:rsid w:val="1FF47FE8"/>
    <w:rsid w:val="23931F66"/>
    <w:rsid w:val="24275D38"/>
    <w:rsid w:val="25190AE3"/>
    <w:rsid w:val="27331DB6"/>
    <w:rsid w:val="27B4482F"/>
    <w:rsid w:val="2B585F6F"/>
    <w:rsid w:val="2CC45E8E"/>
    <w:rsid w:val="2E665EAE"/>
    <w:rsid w:val="2F316579"/>
    <w:rsid w:val="33294239"/>
    <w:rsid w:val="3386145F"/>
    <w:rsid w:val="367D4C50"/>
    <w:rsid w:val="397523E2"/>
    <w:rsid w:val="3A1D66EA"/>
    <w:rsid w:val="3AC210EA"/>
    <w:rsid w:val="3C597D99"/>
    <w:rsid w:val="40971BD2"/>
    <w:rsid w:val="49CF37BA"/>
    <w:rsid w:val="4A150485"/>
    <w:rsid w:val="4BA25610"/>
    <w:rsid w:val="4E380462"/>
    <w:rsid w:val="4FAE0225"/>
    <w:rsid w:val="50E35845"/>
    <w:rsid w:val="53373E0C"/>
    <w:rsid w:val="53F71F19"/>
    <w:rsid w:val="54A47A80"/>
    <w:rsid w:val="5992180D"/>
    <w:rsid w:val="5D804F7F"/>
    <w:rsid w:val="5DAF0A54"/>
    <w:rsid w:val="5DC10780"/>
    <w:rsid w:val="62CC2423"/>
    <w:rsid w:val="64994927"/>
    <w:rsid w:val="67EC5B5E"/>
    <w:rsid w:val="68B81075"/>
    <w:rsid w:val="68C36416"/>
    <w:rsid w:val="6A576E16"/>
    <w:rsid w:val="6BC4672D"/>
    <w:rsid w:val="6CD3711A"/>
    <w:rsid w:val="78EB4C9C"/>
    <w:rsid w:val="7EE805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  <w:spacing w:line="560" w:lineRule="exact"/>
      <w:ind w:firstLine="880" w:firstLineChars="200"/>
    </w:pPr>
    <w:rPr>
      <w:rFonts w:ascii="Calibri" w:hAnsi="Calibri" w:eastAsia="仿宋_GB2312" w:cs="Calibri"/>
      <w:color w:val="000000"/>
      <w:sz w:val="32"/>
      <w:szCs w:val="24"/>
      <w:lang w:val="en-US" w:eastAsia="zh-CN" w:bidi="ar-SA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Pages>12</Pages>
  <Words>495</Words>
  <Characters>533</Characters>
  <Lines>1</Lines>
  <Paragraphs>1</Paragraphs>
  <TotalTime>19</TotalTime>
  <ScaleCrop>false</ScaleCrop>
  <LinksUpToDate>false</LinksUpToDate>
  <CharactersWithSpaces>688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2025-07-22T07:44:00Z</dcterms:created>
  <dc:creator>文印1</dc:creator>
  <cp:lastModifiedBy>xixi</cp:lastModifiedBy>
  <cp:lastPrinted>2025-07-22T08:02:00Z</cp:lastPrinted>
  <dcterms:modified xsi:type="dcterms:W3CDTF">2025-08-05T03:49:16Z</dcterms:modified>
  <dc:title>山东省教育厅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84F2364C04A74583B6B31C37B99DF29D_13</vt:lpwstr>
  </property>
  <property fmtid="{D5CDD505-2E9C-101B-9397-08002B2CF9AE}" pid="4" name="KSOTemplateDocerSaveRecord">
    <vt:lpwstr>eyJoZGlkIjoiMGNjNzIxZDUxZmZjNTRiOTNjNGVhMmUwMmMwZWE5ZmEiLCJ1c2VySWQiOiIyODI1ODQwNjYifQ==</vt:lpwstr>
  </property>
</Properties>
</file>